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AF11E67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7D5E6894">
      <w:pPr>
        <w:pStyle w:val="2"/>
        <w:rPr>
          <w:rFonts w:hint="eastAsia"/>
          <w:lang w:eastAsia="zh-CN"/>
        </w:rPr>
      </w:pPr>
    </w:p>
    <w:p w14:paraId="5EFACE15">
      <w:pPr>
        <w:suppressAutoHyphens/>
        <w:bidi w:val="0"/>
        <w:snapToGrid w:val="0"/>
        <w:spacing w:line="360" w:lineRule="auto"/>
        <w:ind w:firstLine="864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湖北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科技特派员工作站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申报书</w:t>
      </w:r>
    </w:p>
    <w:p w14:paraId="48446053">
      <w:pPr>
        <w:pStyle w:val="2"/>
        <w:jc w:val="center"/>
        <w:rPr>
          <w:rFonts w:hint="eastAsia" w:ascii="楷体" w:hAnsi="楷体" w:eastAsia="楷体" w:cs="楷体"/>
          <w:b/>
          <w:bCs/>
          <w:lang w:eastAsia="zh-CN"/>
        </w:rPr>
      </w:pPr>
    </w:p>
    <w:p w14:paraId="2A51A6A5">
      <w:pPr>
        <w:rPr>
          <w:rFonts w:hint="eastAsia"/>
        </w:rPr>
      </w:pPr>
    </w:p>
    <w:p w14:paraId="3BD8914E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textAlignment w:val="auto"/>
        <w:rPr>
          <w:rFonts w:hint="eastAsia" w:ascii="Times New Roman" w:hAnsi="Times New Roman" w:eastAsia="仿宋_GB2312" w:cs="Times New Roman"/>
          <w:sz w:val="32"/>
          <w:szCs w:val="20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工作站名称</w:t>
      </w:r>
      <w:r>
        <w:rPr>
          <w:rFonts w:hint="eastAsia" w:ascii="文星仿宋" w:hAnsi="文星仿宋" w:eastAsia="文星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u w:val="single"/>
          <w:lang w:val="en-US" w:eastAsia="zh-CN"/>
        </w:rPr>
        <w:t>湖北科技特派员工作站（xx乡镇/街道）</w:t>
      </w:r>
      <w:r>
        <w:rPr>
          <w:rFonts w:hint="eastAsia" w:ascii="仿宋" w:hAnsi="仿宋" w:eastAsia="仿宋" w:cs="仿宋"/>
          <w:b w:val="0"/>
          <w:bCs w:val="0"/>
          <w:sz w:val="32"/>
          <w:szCs w:val="2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20"/>
          <w:u w:val="single"/>
          <w:lang w:val="en-US" w:eastAsia="zh-CN"/>
        </w:rPr>
        <w:t xml:space="preserve">                                   </w:t>
      </w:r>
    </w:p>
    <w:p w14:paraId="6FF53D90">
      <w:pPr>
        <w:keepNext w:val="0"/>
        <w:keepLines w:val="0"/>
        <w:pageBreakBefore w:val="0"/>
        <w:widowControl/>
        <w:tabs>
          <w:tab w:val="left" w:pos="3119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依 托 单 位 </w:t>
      </w:r>
      <w:r>
        <w:rPr>
          <w:rFonts w:hint="eastAsia" w:ascii="文星仿宋" w:hAnsi="文星仿宋" w:eastAsia="文星仿宋" w:cs="宋体"/>
          <w:kern w:val="0"/>
          <w:sz w:val="32"/>
          <w:szCs w:val="32"/>
        </w:rPr>
        <w:t xml:space="preserve">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>xx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eastAsia="zh-CN"/>
        </w:rPr>
        <w:t>（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>企事业单位盖章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eastAsia="zh-CN"/>
        </w:rPr>
        <w:t>）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  <w:t xml:space="preserve">         </w:t>
      </w:r>
    </w:p>
    <w:p w14:paraId="4DF9D8A0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default" w:ascii="文星仿宋" w:hAnsi="文星仿宋" w:eastAsia="文星仿宋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单 位 地 址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 xml:space="preserve">    x市   x区   x乡镇（街道）  x号   </w:t>
      </w:r>
    </w:p>
    <w:p w14:paraId="6FE8E3B7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eastAsia" w:ascii="文星仿宋" w:hAnsi="文星仿宋" w:eastAsia="文星仿宋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科技主管部门</w:t>
      </w:r>
      <w:r>
        <w:rPr>
          <w:rFonts w:hint="eastAsia" w:ascii="文星仿宋" w:hAnsi="文星仿宋" w:eastAsia="文星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 xml:space="preserve">  xx  区  科经（创）局   （盖章）           </w:t>
      </w:r>
    </w:p>
    <w:p w14:paraId="20036C64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default" w:ascii="楷体" w:hAnsi="楷体" w:eastAsia="宋体" w:cs="Times New Roman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联   系  人 </w:t>
      </w:r>
      <w:r>
        <w:rPr>
          <w:rFonts w:hint="eastAsia" w:ascii="黑体" w:hAnsi="黑体" w:eastAsia="黑体" w:cs="黑体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</w:rPr>
        <w:t xml:space="preserve">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     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   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  <w:lang w:val="en-US" w:eastAsia="zh-CN"/>
        </w:rPr>
        <w:t xml:space="preserve">   </w:t>
      </w:r>
    </w:p>
    <w:p w14:paraId="7218D0C5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default" w:ascii="楷体" w:hAnsi="楷体" w:eastAsia="宋体" w:cs="Times New Roman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联 系 电 话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</w:rPr>
        <w:t xml:space="preserve">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 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</w:rPr>
        <w:t xml:space="preserve"> 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ascii="楷体" w:hAnsi="楷体" w:eastAsia="宋体" w:cs="Times New Roman"/>
          <w:kern w:val="0"/>
          <w:sz w:val="32"/>
          <w:szCs w:val="32"/>
          <w:u w:val="single"/>
        </w:rPr>
        <w:t xml:space="preserve">       </w:t>
      </w:r>
      <w:r>
        <w:rPr>
          <w:rFonts w:hint="eastAsia" w:ascii="楷体" w:hAnsi="楷体" w:eastAsia="宋体" w:cs="Times New Roman"/>
          <w:kern w:val="0"/>
          <w:sz w:val="32"/>
          <w:szCs w:val="32"/>
          <w:u w:val="single"/>
          <w:lang w:val="en-US" w:eastAsia="zh-CN"/>
        </w:rPr>
        <w:t xml:space="preserve">  </w:t>
      </w:r>
    </w:p>
    <w:p w14:paraId="353EF09F"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4" w:firstLineChars="200"/>
        <w:jc w:val="left"/>
        <w:textAlignment w:val="auto"/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申 报 日 期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文星仿宋" w:hAnsi="文星仿宋" w:eastAsia="文星仿宋" w:cs="宋体"/>
          <w:kern w:val="0"/>
          <w:sz w:val="32"/>
          <w:szCs w:val="32"/>
          <w:u w:val="single"/>
          <w:lang w:val="en-US" w:eastAsia="zh-CN"/>
        </w:rPr>
        <w:t xml:space="preserve">     年     月     日                  </w:t>
      </w:r>
    </w:p>
    <w:p w14:paraId="2D1B0999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24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09BA55E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034F066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24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武汉</w:t>
      </w:r>
      <w:r>
        <w:rPr>
          <w:rFonts w:hint="eastAsia" w:ascii="黑体" w:hAnsi="黑体" w:eastAsia="黑体" w:cs="黑体"/>
          <w:sz w:val="32"/>
          <w:szCs w:val="32"/>
        </w:rPr>
        <w:t>市科技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创新</w:t>
      </w:r>
      <w:r>
        <w:rPr>
          <w:rFonts w:hint="eastAsia" w:ascii="黑体" w:hAnsi="黑体" w:eastAsia="黑体" w:cs="黑体"/>
          <w:sz w:val="32"/>
          <w:szCs w:val="32"/>
        </w:rPr>
        <w:t>局</w:t>
      </w:r>
    </w:p>
    <w:p w14:paraId="48BA8FF2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544" w:firstLineChars="200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24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</w:rPr>
        <w:t>月</w:t>
      </w:r>
    </w:p>
    <w:p w14:paraId="491AEEF2">
      <w:pPr>
        <w:pStyle w:val="2"/>
        <w:rPr>
          <w:rFonts w:hint="eastAsia"/>
        </w:rPr>
      </w:pPr>
    </w:p>
    <w:p w14:paraId="371F9F53">
      <w:pPr>
        <w:numPr>
          <w:ilvl w:val="0"/>
          <w:numId w:val="1"/>
        </w:numPr>
        <w:suppressAutoHyphens/>
        <w:bidi w:val="0"/>
        <w:ind w:firstLine="624" w:firstLineChars="200"/>
        <w:jc w:val="left"/>
        <w:rPr>
          <w:rFonts w:hint="eastAsia" w:ascii="黑体" w:hAnsi="黑体" w:eastAsia="黑体" w:cs="黑体"/>
          <w:sz w:val="32"/>
          <w:szCs w:val="20"/>
          <w:lang w:eastAsia="zh-CN"/>
        </w:rPr>
      </w:pPr>
      <w:r>
        <w:rPr>
          <w:rFonts w:hint="eastAsia" w:ascii="黑体" w:hAnsi="黑体" w:eastAsia="黑体" w:cs="黑体"/>
          <w:sz w:val="32"/>
          <w:szCs w:val="20"/>
          <w:lang w:eastAsia="zh-CN"/>
        </w:rPr>
        <w:t>建设单位信息表</w:t>
      </w:r>
    </w:p>
    <w:tbl>
      <w:tblPr>
        <w:tblStyle w:val="15"/>
        <w:tblW w:w="9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579"/>
        <w:gridCol w:w="538"/>
        <w:gridCol w:w="337"/>
        <w:gridCol w:w="713"/>
        <w:gridCol w:w="378"/>
        <w:gridCol w:w="7"/>
        <w:gridCol w:w="1300"/>
        <w:gridCol w:w="827"/>
        <w:gridCol w:w="1000"/>
        <w:gridCol w:w="855"/>
        <w:gridCol w:w="1011"/>
        <w:gridCol w:w="1122"/>
      </w:tblGrid>
      <w:tr w14:paraId="0EA08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00" w:type="dxa"/>
            <w:gridSpan w:val="3"/>
            <w:vAlign w:val="center"/>
          </w:tcPr>
          <w:p w14:paraId="3C04DC37">
            <w:pPr>
              <w:suppressAutoHyphens/>
              <w:bidi w:val="0"/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拟申报工作站名称</w:t>
            </w:r>
          </w:p>
        </w:tc>
        <w:tc>
          <w:tcPr>
            <w:tcW w:w="7550" w:type="dxa"/>
            <w:gridSpan w:val="10"/>
            <w:vAlign w:val="center"/>
          </w:tcPr>
          <w:p w14:paraId="1270696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94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000" w:type="dxa"/>
            <w:gridSpan w:val="3"/>
            <w:vAlign w:val="center"/>
          </w:tcPr>
          <w:p w14:paraId="3360CF5E">
            <w:pPr>
              <w:suppressAutoHyphens/>
              <w:bidi w:val="0"/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创建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单位名称</w:t>
            </w:r>
          </w:p>
        </w:tc>
        <w:tc>
          <w:tcPr>
            <w:tcW w:w="7550" w:type="dxa"/>
            <w:gridSpan w:val="10"/>
            <w:vAlign w:val="center"/>
          </w:tcPr>
          <w:p w14:paraId="540F351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64F9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Align w:val="center"/>
          </w:tcPr>
          <w:p w14:paraId="0F291B43">
            <w:pPr>
              <w:suppressAutoHyphens/>
              <w:bidi w:val="0"/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县（市、区）</w:t>
            </w:r>
          </w:p>
        </w:tc>
        <w:tc>
          <w:tcPr>
            <w:tcW w:w="2735" w:type="dxa"/>
            <w:gridSpan w:val="5"/>
            <w:vAlign w:val="center"/>
          </w:tcPr>
          <w:p w14:paraId="3496F2E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6172D9F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乡镇（街道）</w:t>
            </w:r>
          </w:p>
        </w:tc>
        <w:tc>
          <w:tcPr>
            <w:tcW w:w="2133" w:type="dxa"/>
            <w:gridSpan w:val="2"/>
            <w:vAlign w:val="center"/>
          </w:tcPr>
          <w:p w14:paraId="7931C5F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82B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Align w:val="center"/>
          </w:tcPr>
          <w:p w14:paraId="23681A2A">
            <w:pPr>
              <w:suppressAutoHyphens/>
              <w:bidi w:val="0"/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通信地址</w:t>
            </w:r>
          </w:p>
        </w:tc>
        <w:tc>
          <w:tcPr>
            <w:tcW w:w="7550" w:type="dxa"/>
            <w:gridSpan w:val="10"/>
            <w:vAlign w:val="center"/>
          </w:tcPr>
          <w:p w14:paraId="07A1E14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5A4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Align w:val="center"/>
          </w:tcPr>
          <w:p w14:paraId="2B0A071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单位类别</w:t>
            </w:r>
          </w:p>
        </w:tc>
        <w:tc>
          <w:tcPr>
            <w:tcW w:w="7550" w:type="dxa"/>
            <w:gridSpan w:val="10"/>
            <w:vAlign w:val="center"/>
          </w:tcPr>
          <w:p w14:paraId="55563954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□企业 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事业单位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□农业专业合作社    □其他</w:t>
            </w:r>
          </w:p>
        </w:tc>
      </w:tr>
      <w:tr w14:paraId="19C88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Align w:val="center"/>
          </w:tcPr>
          <w:p w14:paraId="426AB11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依托平台类别</w:t>
            </w:r>
          </w:p>
        </w:tc>
        <w:tc>
          <w:tcPr>
            <w:tcW w:w="7550" w:type="dxa"/>
            <w:gridSpan w:val="10"/>
            <w:vAlign w:val="center"/>
          </w:tcPr>
          <w:p w14:paraId="2236AA50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星创天地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乡村振兴示范基地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农业科技园区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□其他</w:t>
            </w:r>
          </w:p>
        </w:tc>
      </w:tr>
      <w:tr w14:paraId="1E286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2000" w:type="dxa"/>
            <w:gridSpan w:val="3"/>
            <w:vMerge w:val="restart"/>
            <w:vAlign w:val="center"/>
          </w:tcPr>
          <w:p w14:paraId="5AB28D3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获市级及以上平台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数量及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050" w:type="dxa"/>
            <w:gridSpan w:val="2"/>
            <w:vMerge w:val="restart"/>
            <w:vAlign w:val="center"/>
          </w:tcPr>
          <w:p w14:paraId="1E96E165">
            <w:pPr>
              <w:suppressAutoHyphens/>
              <w:bidi w:val="0"/>
              <w:adjustRightInd w:val="0"/>
              <w:snapToGrid w:val="0"/>
              <w:spacing w:line="400" w:lineRule="exact"/>
              <w:ind w:firstLine="464" w:firstLineChars="2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6500" w:type="dxa"/>
            <w:gridSpan w:val="8"/>
            <w:vAlign w:val="center"/>
          </w:tcPr>
          <w:p w14:paraId="0C04CDAD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星创天地</w:t>
            </w:r>
          </w:p>
        </w:tc>
      </w:tr>
      <w:tr w14:paraId="0AA96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2000" w:type="dxa"/>
            <w:gridSpan w:val="3"/>
            <w:vMerge w:val="continue"/>
            <w:vAlign w:val="center"/>
          </w:tcPr>
          <w:p w14:paraId="30645BE3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ascii="Times New Roman" w:hAnsi="Times New Roman" w:eastAsia="仿宋_GB2312" w:cs="Times New Roman"/>
                <w:sz w:val="32"/>
                <w:szCs w:val="20"/>
              </w:rPr>
            </w:pPr>
          </w:p>
        </w:tc>
        <w:tc>
          <w:tcPr>
            <w:tcW w:w="1050" w:type="dxa"/>
            <w:gridSpan w:val="2"/>
            <w:vMerge w:val="continue"/>
            <w:vAlign w:val="center"/>
          </w:tcPr>
          <w:p w14:paraId="1421A4F3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500" w:type="dxa"/>
            <w:gridSpan w:val="8"/>
            <w:vAlign w:val="center"/>
          </w:tcPr>
          <w:p w14:paraId="0DE28860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科创基地</w:t>
            </w:r>
          </w:p>
        </w:tc>
      </w:tr>
      <w:tr w14:paraId="0C27C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2000" w:type="dxa"/>
            <w:gridSpan w:val="3"/>
            <w:vMerge w:val="continue"/>
            <w:vAlign w:val="center"/>
          </w:tcPr>
          <w:p w14:paraId="34D6A613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 w:val="continue"/>
            <w:vAlign w:val="center"/>
          </w:tcPr>
          <w:p w14:paraId="1218F242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00" w:type="dxa"/>
            <w:gridSpan w:val="8"/>
            <w:vAlign w:val="center"/>
          </w:tcPr>
          <w:p w14:paraId="158E75DB">
            <w:pPr>
              <w:suppressAutoHyphens/>
              <w:bidi w:val="0"/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……</w:t>
            </w:r>
          </w:p>
        </w:tc>
      </w:tr>
      <w:tr w14:paraId="7221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Merge w:val="restart"/>
            <w:vAlign w:val="center"/>
          </w:tcPr>
          <w:p w14:paraId="22C2F71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单位法人</w:t>
            </w:r>
          </w:p>
        </w:tc>
        <w:tc>
          <w:tcPr>
            <w:tcW w:w="1435" w:type="dxa"/>
            <w:gridSpan w:val="4"/>
            <w:vAlign w:val="center"/>
          </w:tcPr>
          <w:p w14:paraId="31C09E2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300" w:type="dxa"/>
            <w:vAlign w:val="center"/>
          </w:tcPr>
          <w:p w14:paraId="55BF014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19C8838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133" w:type="dxa"/>
            <w:gridSpan w:val="2"/>
            <w:vAlign w:val="center"/>
          </w:tcPr>
          <w:p w14:paraId="3A06D3C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63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0" w:type="dxa"/>
            <w:gridSpan w:val="3"/>
            <w:vMerge w:val="continue"/>
            <w:vAlign w:val="center"/>
          </w:tcPr>
          <w:p w14:paraId="195F104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425E2B8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历</w:t>
            </w:r>
          </w:p>
        </w:tc>
        <w:tc>
          <w:tcPr>
            <w:tcW w:w="1300" w:type="dxa"/>
            <w:vAlign w:val="center"/>
          </w:tcPr>
          <w:p w14:paraId="6B4B97C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58E277C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称</w:t>
            </w:r>
          </w:p>
        </w:tc>
        <w:tc>
          <w:tcPr>
            <w:tcW w:w="2133" w:type="dxa"/>
            <w:gridSpan w:val="2"/>
            <w:vAlign w:val="center"/>
          </w:tcPr>
          <w:p w14:paraId="78BC531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09B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000" w:type="dxa"/>
            <w:gridSpan w:val="3"/>
            <w:vMerge w:val="restart"/>
            <w:vAlign w:val="center"/>
          </w:tcPr>
          <w:p w14:paraId="21050DF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单位联系人</w:t>
            </w:r>
          </w:p>
        </w:tc>
        <w:tc>
          <w:tcPr>
            <w:tcW w:w="1435" w:type="dxa"/>
            <w:gridSpan w:val="4"/>
            <w:vAlign w:val="center"/>
          </w:tcPr>
          <w:p w14:paraId="6A85FF8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300" w:type="dxa"/>
            <w:vAlign w:val="center"/>
          </w:tcPr>
          <w:p w14:paraId="58B3278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2942F91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133" w:type="dxa"/>
            <w:gridSpan w:val="2"/>
            <w:vAlign w:val="center"/>
          </w:tcPr>
          <w:p w14:paraId="27F549E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0B8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000" w:type="dxa"/>
            <w:gridSpan w:val="3"/>
            <w:vMerge w:val="continue"/>
            <w:vAlign w:val="center"/>
          </w:tcPr>
          <w:p w14:paraId="3F8E9F08">
            <w:pPr>
              <w:suppressAutoHyphens/>
              <w:bidi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5" w:type="dxa"/>
            <w:gridSpan w:val="4"/>
            <w:vAlign w:val="center"/>
          </w:tcPr>
          <w:p w14:paraId="1408334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6115" w:type="dxa"/>
            <w:gridSpan w:val="6"/>
            <w:vAlign w:val="center"/>
          </w:tcPr>
          <w:p w14:paraId="316452A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A7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435" w:type="dxa"/>
            <w:gridSpan w:val="7"/>
            <w:vAlign w:val="center"/>
          </w:tcPr>
          <w:p w14:paraId="0D25AE7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年单位资产总额（企业和农业专业合作社填写）</w:t>
            </w:r>
          </w:p>
        </w:tc>
        <w:tc>
          <w:tcPr>
            <w:tcW w:w="6115" w:type="dxa"/>
            <w:gridSpan w:val="6"/>
            <w:vAlign w:val="center"/>
          </w:tcPr>
          <w:p w14:paraId="0845218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万元</w:t>
            </w:r>
          </w:p>
        </w:tc>
      </w:tr>
      <w:tr w14:paraId="0C050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3435" w:type="dxa"/>
            <w:gridSpan w:val="7"/>
            <w:vAlign w:val="center"/>
          </w:tcPr>
          <w:p w14:paraId="45882FD3">
            <w:pPr>
              <w:suppressAutoHyphens/>
              <w:bidi w:val="0"/>
              <w:snapToGrid w:val="0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科技特派员技术指导与培训工作场地面积</w:t>
            </w:r>
          </w:p>
        </w:tc>
        <w:tc>
          <w:tcPr>
            <w:tcW w:w="3982" w:type="dxa"/>
            <w:gridSpan w:val="4"/>
            <w:vAlign w:val="center"/>
          </w:tcPr>
          <w:p w14:paraId="7FEFCD30">
            <w:pPr>
              <w:suppressAutoHyphens/>
              <w:bidi w:val="0"/>
              <w:snapToGrid w:val="0"/>
              <w:spacing w:line="400" w:lineRule="exact"/>
              <w:ind w:firstLine="2088" w:firstLineChars="9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  <w:t>㎡</w:t>
            </w:r>
          </w:p>
        </w:tc>
        <w:tc>
          <w:tcPr>
            <w:tcW w:w="2133" w:type="dxa"/>
            <w:gridSpan w:val="2"/>
            <w:vMerge w:val="restart"/>
            <w:vAlign w:val="center"/>
          </w:tcPr>
          <w:p w14:paraId="644C7D7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  <w:t>㎡</w:t>
            </w:r>
          </w:p>
        </w:tc>
      </w:tr>
      <w:tr w14:paraId="6561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3435" w:type="dxa"/>
            <w:gridSpan w:val="7"/>
            <w:vAlign w:val="center"/>
          </w:tcPr>
          <w:p w14:paraId="588453D8">
            <w:pPr>
              <w:suppressAutoHyphens/>
              <w:bidi w:val="0"/>
              <w:snapToGrid w:val="0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科技特派员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科技成果推广与示范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场地面积</w:t>
            </w:r>
          </w:p>
        </w:tc>
        <w:tc>
          <w:tcPr>
            <w:tcW w:w="3982" w:type="dxa"/>
            <w:gridSpan w:val="4"/>
            <w:vAlign w:val="center"/>
          </w:tcPr>
          <w:p w14:paraId="62DBDCA5">
            <w:pPr>
              <w:suppressAutoHyphens/>
              <w:bidi w:val="0"/>
              <w:snapToGrid w:val="0"/>
              <w:spacing w:line="400" w:lineRule="exact"/>
              <w:ind w:firstLine="2088" w:firstLineChars="9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  <w:t>㎡</w:t>
            </w:r>
          </w:p>
        </w:tc>
        <w:tc>
          <w:tcPr>
            <w:tcW w:w="2133" w:type="dxa"/>
            <w:gridSpan w:val="2"/>
            <w:vMerge w:val="continue"/>
            <w:vAlign w:val="center"/>
          </w:tcPr>
          <w:p w14:paraId="3C7F2AF8">
            <w:pPr>
              <w:suppressAutoHyphens/>
              <w:bidi w:val="0"/>
              <w:snapToGrid w:val="0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6A40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3435" w:type="dxa"/>
            <w:gridSpan w:val="7"/>
            <w:vAlign w:val="center"/>
          </w:tcPr>
          <w:p w14:paraId="44F049C5">
            <w:pPr>
              <w:suppressAutoHyphens/>
              <w:bidi w:val="0"/>
              <w:snapToGrid w:val="0"/>
              <w:spacing w:line="400" w:lineRule="exact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科技特派员办公及食宿综合服务面积</w:t>
            </w:r>
          </w:p>
        </w:tc>
        <w:tc>
          <w:tcPr>
            <w:tcW w:w="3982" w:type="dxa"/>
            <w:gridSpan w:val="4"/>
            <w:vAlign w:val="center"/>
          </w:tcPr>
          <w:p w14:paraId="1B3D8D43">
            <w:pPr>
              <w:suppressAutoHyphens/>
              <w:bidi w:val="0"/>
              <w:snapToGrid w:val="0"/>
              <w:spacing w:line="400" w:lineRule="exact"/>
              <w:ind w:firstLine="2088" w:firstLineChars="9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eastAsia="zh-CN"/>
              </w:rPr>
              <w:t>㎡</w:t>
            </w:r>
          </w:p>
        </w:tc>
        <w:tc>
          <w:tcPr>
            <w:tcW w:w="2133" w:type="dxa"/>
            <w:gridSpan w:val="2"/>
            <w:vMerge w:val="continue"/>
            <w:vAlign w:val="center"/>
          </w:tcPr>
          <w:p w14:paraId="31C3A152">
            <w:pPr>
              <w:suppressAutoHyphens/>
              <w:bidi w:val="0"/>
              <w:snapToGrid w:val="0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64A6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435" w:type="dxa"/>
            <w:gridSpan w:val="7"/>
            <w:vAlign w:val="center"/>
          </w:tcPr>
          <w:p w14:paraId="14192A4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创建工作站单位职工人数</w:t>
            </w:r>
          </w:p>
        </w:tc>
        <w:tc>
          <w:tcPr>
            <w:tcW w:w="1300" w:type="dxa"/>
            <w:vAlign w:val="center"/>
          </w:tcPr>
          <w:p w14:paraId="15D68CE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  <w:tc>
          <w:tcPr>
            <w:tcW w:w="2682" w:type="dxa"/>
            <w:gridSpan w:val="3"/>
            <w:vAlign w:val="center"/>
          </w:tcPr>
          <w:p w14:paraId="491DF09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科研人员数</w:t>
            </w:r>
          </w:p>
        </w:tc>
        <w:tc>
          <w:tcPr>
            <w:tcW w:w="2133" w:type="dxa"/>
            <w:gridSpan w:val="2"/>
            <w:vAlign w:val="center"/>
          </w:tcPr>
          <w:p w14:paraId="6366EE4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</w:tr>
      <w:tr w14:paraId="41CD2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435" w:type="dxa"/>
            <w:gridSpan w:val="7"/>
            <w:vMerge w:val="restart"/>
            <w:vAlign w:val="center"/>
          </w:tcPr>
          <w:p w14:paraId="4731F65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入驻科技特派员人数</w:t>
            </w:r>
          </w:p>
        </w:tc>
        <w:tc>
          <w:tcPr>
            <w:tcW w:w="1300" w:type="dxa"/>
            <w:vMerge w:val="restart"/>
            <w:vAlign w:val="center"/>
          </w:tcPr>
          <w:p w14:paraId="0B402B79">
            <w:pPr>
              <w:suppressAutoHyphens/>
              <w:wordWrap w:val="0"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  <w:tc>
          <w:tcPr>
            <w:tcW w:w="2682" w:type="dxa"/>
            <w:gridSpan w:val="3"/>
            <w:vAlign w:val="center"/>
          </w:tcPr>
          <w:p w14:paraId="6573E1F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省级科技特派员人数</w:t>
            </w:r>
          </w:p>
        </w:tc>
        <w:tc>
          <w:tcPr>
            <w:tcW w:w="2133" w:type="dxa"/>
            <w:gridSpan w:val="2"/>
            <w:vAlign w:val="center"/>
          </w:tcPr>
          <w:p w14:paraId="6F52947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</w:tr>
      <w:tr w14:paraId="46AD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435" w:type="dxa"/>
            <w:gridSpan w:val="7"/>
            <w:vMerge w:val="continue"/>
            <w:vAlign w:val="center"/>
          </w:tcPr>
          <w:p w14:paraId="5D05543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300" w:type="dxa"/>
            <w:vMerge w:val="continue"/>
            <w:vAlign w:val="center"/>
          </w:tcPr>
          <w:p w14:paraId="7D2DA14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133E721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市级科技特派员人数</w:t>
            </w:r>
          </w:p>
        </w:tc>
        <w:tc>
          <w:tcPr>
            <w:tcW w:w="2133" w:type="dxa"/>
            <w:gridSpan w:val="2"/>
            <w:vAlign w:val="center"/>
          </w:tcPr>
          <w:p w14:paraId="6F8AB72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</w:tr>
      <w:tr w14:paraId="68E77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3435" w:type="dxa"/>
            <w:gridSpan w:val="7"/>
            <w:vMerge w:val="continue"/>
            <w:vAlign w:val="center"/>
          </w:tcPr>
          <w:p w14:paraId="0AF8A74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300" w:type="dxa"/>
            <w:vMerge w:val="continue"/>
            <w:vAlign w:val="center"/>
          </w:tcPr>
          <w:p w14:paraId="3570ADD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5F0A7C0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县（市、区）级科技特派员人数</w:t>
            </w:r>
          </w:p>
        </w:tc>
        <w:tc>
          <w:tcPr>
            <w:tcW w:w="2133" w:type="dxa"/>
            <w:gridSpan w:val="2"/>
            <w:vAlign w:val="center"/>
          </w:tcPr>
          <w:p w14:paraId="21FB275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</w:tr>
      <w:tr w14:paraId="4F4C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7417" w:type="dxa"/>
            <w:gridSpan w:val="11"/>
            <w:vAlign w:val="center"/>
          </w:tcPr>
          <w:p w14:paraId="73A6B39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横向专家人数</w:t>
            </w:r>
          </w:p>
        </w:tc>
        <w:tc>
          <w:tcPr>
            <w:tcW w:w="2133" w:type="dxa"/>
            <w:gridSpan w:val="2"/>
            <w:vAlign w:val="center"/>
          </w:tcPr>
          <w:p w14:paraId="4C04734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人</w:t>
            </w:r>
          </w:p>
        </w:tc>
      </w:tr>
      <w:tr w14:paraId="28DA8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83" w:type="dxa"/>
            <w:vMerge w:val="restart"/>
            <w:vAlign w:val="center"/>
          </w:tcPr>
          <w:p w14:paraId="70BE8F7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入驻科技特派员</w:t>
            </w:r>
          </w:p>
        </w:tc>
        <w:tc>
          <w:tcPr>
            <w:tcW w:w="579" w:type="dxa"/>
            <w:vAlign w:val="center"/>
          </w:tcPr>
          <w:p w14:paraId="7DC7DB98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875" w:type="dxa"/>
            <w:gridSpan w:val="2"/>
            <w:vAlign w:val="center"/>
          </w:tcPr>
          <w:p w14:paraId="37D424D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091" w:type="dxa"/>
            <w:gridSpan w:val="2"/>
            <w:vAlign w:val="center"/>
          </w:tcPr>
          <w:p w14:paraId="694C30F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派出单位</w:t>
            </w:r>
          </w:p>
        </w:tc>
        <w:tc>
          <w:tcPr>
            <w:tcW w:w="1307" w:type="dxa"/>
            <w:gridSpan w:val="2"/>
            <w:vAlign w:val="center"/>
          </w:tcPr>
          <w:p w14:paraId="5CD2FFA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职称</w:t>
            </w:r>
          </w:p>
        </w:tc>
        <w:tc>
          <w:tcPr>
            <w:tcW w:w="827" w:type="dxa"/>
            <w:vAlign w:val="center"/>
          </w:tcPr>
          <w:p w14:paraId="239BA3E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专业</w:t>
            </w:r>
          </w:p>
        </w:tc>
        <w:tc>
          <w:tcPr>
            <w:tcW w:w="1000" w:type="dxa"/>
            <w:vAlign w:val="center"/>
          </w:tcPr>
          <w:p w14:paraId="5E10D8B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政治面貌</w:t>
            </w:r>
          </w:p>
        </w:tc>
        <w:tc>
          <w:tcPr>
            <w:tcW w:w="855" w:type="dxa"/>
            <w:vAlign w:val="center"/>
          </w:tcPr>
          <w:p w14:paraId="661B218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联系电话</w:t>
            </w:r>
          </w:p>
        </w:tc>
        <w:tc>
          <w:tcPr>
            <w:tcW w:w="1011" w:type="dxa"/>
            <w:vAlign w:val="center"/>
          </w:tcPr>
          <w:p w14:paraId="35A1874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级别</w:t>
            </w:r>
          </w:p>
        </w:tc>
        <w:tc>
          <w:tcPr>
            <w:tcW w:w="1122" w:type="dxa"/>
            <w:vAlign w:val="center"/>
          </w:tcPr>
          <w:p w14:paraId="01836B28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站内职务及职责</w:t>
            </w:r>
          </w:p>
        </w:tc>
      </w:tr>
      <w:tr w14:paraId="0908D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83" w:type="dxa"/>
            <w:vMerge w:val="continue"/>
            <w:vAlign w:val="center"/>
          </w:tcPr>
          <w:p w14:paraId="352725D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1746E718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5" w:type="dxa"/>
            <w:gridSpan w:val="2"/>
            <w:vAlign w:val="center"/>
          </w:tcPr>
          <w:p w14:paraId="025E239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97F4F9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109975D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3652D0A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735B0D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452830C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2496DA8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市级</w:t>
            </w:r>
          </w:p>
        </w:tc>
        <w:tc>
          <w:tcPr>
            <w:tcW w:w="1122" w:type="dxa"/>
            <w:vAlign w:val="center"/>
          </w:tcPr>
          <w:p w14:paraId="5D32494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站长</w:t>
            </w:r>
          </w:p>
        </w:tc>
      </w:tr>
      <w:tr w14:paraId="4F46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83" w:type="dxa"/>
            <w:vMerge w:val="continue"/>
            <w:vAlign w:val="center"/>
          </w:tcPr>
          <w:p w14:paraId="2F8D96A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7543441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75" w:type="dxa"/>
            <w:gridSpan w:val="2"/>
            <w:vAlign w:val="center"/>
          </w:tcPr>
          <w:p w14:paraId="4342279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9E4B18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22BF66E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3D5975A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095D50F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2FC71F4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36EB8547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49899BD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9EEB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83" w:type="dxa"/>
            <w:vMerge w:val="continue"/>
            <w:vAlign w:val="center"/>
          </w:tcPr>
          <w:p w14:paraId="6DB8031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3874110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75" w:type="dxa"/>
            <w:gridSpan w:val="2"/>
            <w:vAlign w:val="center"/>
          </w:tcPr>
          <w:p w14:paraId="067BA5E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34997B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66D8EC8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746DA33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0FE795A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2D889F2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5C4AA8EE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0C11BD9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3852D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83" w:type="dxa"/>
            <w:vMerge w:val="continue"/>
            <w:vAlign w:val="center"/>
          </w:tcPr>
          <w:p w14:paraId="2F437DC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6547D69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75" w:type="dxa"/>
            <w:gridSpan w:val="2"/>
            <w:vAlign w:val="center"/>
          </w:tcPr>
          <w:p w14:paraId="46328B1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7D55B6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02473DA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56966D7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8468C7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6D13CFF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563539C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284AB09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1A692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883" w:type="dxa"/>
            <w:vMerge w:val="continue"/>
            <w:vAlign w:val="center"/>
          </w:tcPr>
          <w:p w14:paraId="5EBED1B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3F10546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5" w:type="dxa"/>
            <w:gridSpan w:val="2"/>
            <w:vAlign w:val="center"/>
          </w:tcPr>
          <w:p w14:paraId="3EBF473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B50B6D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1F8B923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53FDCCA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49451A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1FDAD6A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0600FB3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4E4656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6B583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83" w:type="dxa"/>
            <w:vMerge w:val="continue"/>
            <w:vAlign w:val="center"/>
          </w:tcPr>
          <w:p w14:paraId="434E1D6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4DBC98E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75" w:type="dxa"/>
            <w:gridSpan w:val="2"/>
            <w:vAlign w:val="center"/>
          </w:tcPr>
          <w:p w14:paraId="481CC5C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95DCD2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0994376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6B14A48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7EE0107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37DCFC59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44759837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7030C98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7F99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continue"/>
            <w:vAlign w:val="center"/>
          </w:tcPr>
          <w:p w14:paraId="14A52E8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259B335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875" w:type="dxa"/>
            <w:gridSpan w:val="2"/>
            <w:vAlign w:val="center"/>
          </w:tcPr>
          <w:p w14:paraId="0DCAEF2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4A1AE0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23C97BDA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5683CAF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3133CE3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12C861D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5004751A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00C26B4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03EC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restart"/>
            <w:vAlign w:val="center"/>
          </w:tcPr>
          <w:p w14:paraId="3B39585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横向专家</w:t>
            </w:r>
          </w:p>
        </w:tc>
        <w:tc>
          <w:tcPr>
            <w:tcW w:w="579" w:type="dxa"/>
            <w:vAlign w:val="center"/>
          </w:tcPr>
          <w:p w14:paraId="5E449DC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5" w:type="dxa"/>
            <w:gridSpan w:val="2"/>
            <w:vAlign w:val="center"/>
          </w:tcPr>
          <w:p w14:paraId="6E08693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091" w:type="dxa"/>
            <w:gridSpan w:val="2"/>
            <w:vAlign w:val="center"/>
          </w:tcPr>
          <w:p w14:paraId="0FD87F8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工作单位</w:t>
            </w:r>
          </w:p>
        </w:tc>
        <w:tc>
          <w:tcPr>
            <w:tcW w:w="1307" w:type="dxa"/>
            <w:gridSpan w:val="2"/>
            <w:vAlign w:val="center"/>
          </w:tcPr>
          <w:p w14:paraId="7AF67C0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职称</w:t>
            </w:r>
          </w:p>
        </w:tc>
        <w:tc>
          <w:tcPr>
            <w:tcW w:w="827" w:type="dxa"/>
            <w:vAlign w:val="center"/>
          </w:tcPr>
          <w:p w14:paraId="30A3FC2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专业</w:t>
            </w:r>
          </w:p>
        </w:tc>
        <w:tc>
          <w:tcPr>
            <w:tcW w:w="1000" w:type="dxa"/>
            <w:vAlign w:val="center"/>
          </w:tcPr>
          <w:p w14:paraId="52369023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政治面貌</w:t>
            </w:r>
          </w:p>
        </w:tc>
        <w:tc>
          <w:tcPr>
            <w:tcW w:w="855" w:type="dxa"/>
            <w:vAlign w:val="center"/>
          </w:tcPr>
          <w:p w14:paraId="545C248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联系电话</w:t>
            </w:r>
          </w:p>
        </w:tc>
        <w:tc>
          <w:tcPr>
            <w:tcW w:w="1011" w:type="dxa"/>
            <w:vAlign w:val="center"/>
          </w:tcPr>
          <w:p w14:paraId="1893C55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类型</w:t>
            </w:r>
          </w:p>
        </w:tc>
        <w:tc>
          <w:tcPr>
            <w:tcW w:w="1122" w:type="dxa"/>
            <w:vAlign w:val="center"/>
          </w:tcPr>
          <w:p w14:paraId="64A255C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站内职务及职责</w:t>
            </w:r>
          </w:p>
        </w:tc>
      </w:tr>
      <w:tr w14:paraId="710D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continue"/>
            <w:vAlign w:val="center"/>
          </w:tcPr>
          <w:p w14:paraId="57B8D00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6C90BD9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75" w:type="dxa"/>
            <w:gridSpan w:val="2"/>
            <w:vAlign w:val="center"/>
          </w:tcPr>
          <w:p w14:paraId="49054A7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A67310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348ED0BE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4148448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6844225E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26A728B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72BF897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聘用</w:t>
            </w:r>
          </w:p>
        </w:tc>
        <w:tc>
          <w:tcPr>
            <w:tcW w:w="1122" w:type="dxa"/>
            <w:vAlign w:val="center"/>
          </w:tcPr>
          <w:p w14:paraId="5D41F24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25770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continue"/>
            <w:vAlign w:val="center"/>
          </w:tcPr>
          <w:p w14:paraId="6F07B5F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663A6A8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75" w:type="dxa"/>
            <w:gridSpan w:val="2"/>
            <w:vAlign w:val="center"/>
          </w:tcPr>
          <w:p w14:paraId="2B37385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3AFB1E7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57E51AF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3B459677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E1CAF77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4211E0A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16160BC9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项目合作</w:t>
            </w:r>
          </w:p>
        </w:tc>
        <w:tc>
          <w:tcPr>
            <w:tcW w:w="1122" w:type="dxa"/>
            <w:vAlign w:val="center"/>
          </w:tcPr>
          <w:p w14:paraId="7A2F602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17F54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continue"/>
            <w:vAlign w:val="center"/>
          </w:tcPr>
          <w:p w14:paraId="7F6E700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69EFA59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75" w:type="dxa"/>
            <w:gridSpan w:val="2"/>
            <w:vAlign w:val="center"/>
          </w:tcPr>
          <w:p w14:paraId="7B98A87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2968D2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090FCF78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2416104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37900D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44F2FFE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7BB5022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6A45122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3625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83" w:type="dxa"/>
            <w:vMerge w:val="continue"/>
            <w:vAlign w:val="center"/>
          </w:tcPr>
          <w:p w14:paraId="298619D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2B673D3C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875" w:type="dxa"/>
            <w:gridSpan w:val="2"/>
            <w:vAlign w:val="center"/>
          </w:tcPr>
          <w:p w14:paraId="5B733B4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C00D788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5198C9C8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14:paraId="280647F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116DECD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14:paraId="30F0D66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 w14:paraId="39DB0C7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63A4659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748D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83" w:type="dxa"/>
            <w:vMerge w:val="restart"/>
            <w:vAlign w:val="center"/>
          </w:tcPr>
          <w:p w14:paraId="67B9E8F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  <w:t>科创（临时）党支部人员</w:t>
            </w:r>
          </w:p>
        </w:tc>
        <w:tc>
          <w:tcPr>
            <w:tcW w:w="579" w:type="dxa"/>
            <w:vAlign w:val="center"/>
          </w:tcPr>
          <w:p w14:paraId="79A691C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875" w:type="dxa"/>
            <w:gridSpan w:val="2"/>
            <w:vAlign w:val="center"/>
          </w:tcPr>
          <w:p w14:paraId="77FA246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091" w:type="dxa"/>
            <w:gridSpan w:val="2"/>
            <w:vAlign w:val="center"/>
          </w:tcPr>
          <w:p w14:paraId="0B71DB6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派出(工作)单位</w:t>
            </w:r>
          </w:p>
        </w:tc>
        <w:tc>
          <w:tcPr>
            <w:tcW w:w="1307" w:type="dxa"/>
            <w:gridSpan w:val="2"/>
            <w:vAlign w:val="center"/>
          </w:tcPr>
          <w:p w14:paraId="1B45EBE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职称</w:t>
            </w:r>
          </w:p>
        </w:tc>
        <w:tc>
          <w:tcPr>
            <w:tcW w:w="827" w:type="dxa"/>
            <w:vAlign w:val="center"/>
          </w:tcPr>
          <w:p w14:paraId="519131B8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专业</w:t>
            </w:r>
          </w:p>
        </w:tc>
        <w:tc>
          <w:tcPr>
            <w:tcW w:w="1000" w:type="dxa"/>
            <w:vAlign w:val="center"/>
          </w:tcPr>
          <w:p w14:paraId="3D4A4A07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政治面貌</w:t>
            </w:r>
          </w:p>
        </w:tc>
        <w:tc>
          <w:tcPr>
            <w:tcW w:w="855" w:type="dxa"/>
            <w:vAlign w:val="center"/>
          </w:tcPr>
          <w:p w14:paraId="2D55E68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011" w:type="dxa"/>
            <w:vAlign w:val="center"/>
          </w:tcPr>
          <w:p w14:paraId="3475CC3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级别/类型</w:t>
            </w:r>
          </w:p>
        </w:tc>
        <w:tc>
          <w:tcPr>
            <w:tcW w:w="1122" w:type="dxa"/>
            <w:vAlign w:val="center"/>
          </w:tcPr>
          <w:p w14:paraId="3A09E69B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支部职务</w:t>
            </w:r>
          </w:p>
        </w:tc>
      </w:tr>
      <w:tr w14:paraId="48C9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83" w:type="dxa"/>
            <w:vMerge w:val="continue"/>
            <w:vAlign w:val="center"/>
          </w:tcPr>
          <w:p w14:paraId="239EB27F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394895EE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75" w:type="dxa"/>
            <w:gridSpan w:val="2"/>
            <w:vAlign w:val="center"/>
          </w:tcPr>
          <w:p w14:paraId="44DA43D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B8A460E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0B749C80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67519CB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8ABC33B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5A328EB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11" w:type="dxa"/>
            <w:vAlign w:val="center"/>
          </w:tcPr>
          <w:p w14:paraId="0D310104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122" w:type="dxa"/>
            <w:vAlign w:val="center"/>
          </w:tcPr>
          <w:p w14:paraId="0736012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支部书记</w:t>
            </w:r>
          </w:p>
        </w:tc>
      </w:tr>
      <w:tr w14:paraId="1D34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83" w:type="dxa"/>
            <w:vMerge w:val="continue"/>
            <w:vAlign w:val="center"/>
          </w:tcPr>
          <w:p w14:paraId="6D287D00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70FE89DA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75" w:type="dxa"/>
            <w:gridSpan w:val="2"/>
            <w:vAlign w:val="center"/>
          </w:tcPr>
          <w:p w14:paraId="2F2292D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AAC7B75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180B0269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0497BB9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3E718B6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4FFCB1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11" w:type="dxa"/>
            <w:vAlign w:val="center"/>
          </w:tcPr>
          <w:p w14:paraId="2D5F269E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122" w:type="dxa"/>
            <w:vAlign w:val="center"/>
          </w:tcPr>
          <w:p w14:paraId="68C1BAB9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</w:tr>
      <w:tr w14:paraId="0C0EE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83" w:type="dxa"/>
            <w:vMerge w:val="continue"/>
            <w:vAlign w:val="top"/>
          </w:tcPr>
          <w:p w14:paraId="2532BDC2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2EDB916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75" w:type="dxa"/>
            <w:gridSpan w:val="2"/>
            <w:vAlign w:val="top"/>
          </w:tcPr>
          <w:p w14:paraId="1930ED45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top"/>
          </w:tcPr>
          <w:p w14:paraId="5B057C7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307" w:type="dxa"/>
            <w:gridSpan w:val="2"/>
            <w:vAlign w:val="top"/>
          </w:tcPr>
          <w:p w14:paraId="6E2F563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27" w:type="dxa"/>
            <w:vAlign w:val="top"/>
          </w:tcPr>
          <w:p w14:paraId="259A948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top"/>
          </w:tcPr>
          <w:p w14:paraId="5D2C2D0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55" w:type="dxa"/>
            <w:vAlign w:val="top"/>
          </w:tcPr>
          <w:p w14:paraId="22B67513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11" w:type="dxa"/>
            <w:vAlign w:val="top"/>
          </w:tcPr>
          <w:p w14:paraId="76D2B8F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122" w:type="dxa"/>
            <w:vAlign w:val="top"/>
          </w:tcPr>
          <w:p w14:paraId="42E46AF1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</w:tr>
      <w:tr w14:paraId="4AAF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83" w:type="dxa"/>
            <w:vMerge w:val="continue"/>
            <w:vAlign w:val="top"/>
          </w:tcPr>
          <w:p w14:paraId="7E7393B6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579" w:type="dxa"/>
            <w:vAlign w:val="center"/>
          </w:tcPr>
          <w:p w14:paraId="50E83A81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875" w:type="dxa"/>
            <w:gridSpan w:val="2"/>
            <w:vAlign w:val="top"/>
          </w:tcPr>
          <w:p w14:paraId="15B0715D">
            <w:pPr>
              <w:suppressAutoHyphens/>
              <w:bidi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0"/>
                <w:lang w:val="en-US" w:eastAsia="zh-CN"/>
              </w:rPr>
            </w:pPr>
          </w:p>
        </w:tc>
        <w:tc>
          <w:tcPr>
            <w:tcW w:w="1091" w:type="dxa"/>
            <w:gridSpan w:val="2"/>
            <w:vAlign w:val="top"/>
          </w:tcPr>
          <w:p w14:paraId="5137196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307" w:type="dxa"/>
            <w:gridSpan w:val="2"/>
            <w:vAlign w:val="top"/>
          </w:tcPr>
          <w:p w14:paraId="7F91610D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27" w:type="dxa"/>
            <w:vAlign w:val="top"/>
          </w:tcPr>
          <w:p w14:paraId="1F36D262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top"/>
          </w:tcPr>
          <w:p w14:paraId="304A1F4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855" w:type="dxa"/>
            <w:vAlign w:val="top"/>
          </w:tcPr>
          <w:p w14:paraId="7D4A0AEC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11" w:type="dxa"/>
            <w:vAlign w:val="top"/>
          </w:tcPr>
          <w:p w14:paraId="06C16C7F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  <w:tc>
          <w:tcPr>
            <w:tcW w:w="1122" w:type="dxa"/>
            <w:vAlign w:val="top"/>
          </w:tcPr>
          <w:p w14:paraId="09228114">
            <w:pPr>
              <w:suppressAutoHyphens/>
              <w:bidi w:val="0"/>
              <w:snapToGrid w:val="0"/>
              <w:spacing w:line="400" w:lineRule="exact"/>
              <w:jc w:val="right"/>
              <w:rPr>
                <w:rFonts w:hint="eastAsia" w:ascii="仿宋" w:hAnsi="仿宋" w:eastAsia="仿宋" w:cs="仿宋"/>
                <w:sz w:val="24"/>
                <w:szCs w:val="20"/>
              </w:rPr>
            </w:pPr>
          </w:p>
        </w:tc>
      </w:tr>
    </w:tbl>
    <w:p w14:paraId="1141774C">
      <w:pPr>
        <w:numPr>
          <w:ilvl w:val="0"/>
          <w:numId w:val="0"/>
        </w:numPr>
        <w:suppressAutoHyphens/>
        <w:bidi w:val="0"/>
        <w:rPr>
          <w:rFonts w:hint="eastAsia" w:ascii="黑体" w:hAnsi="黑体" w:eastAsia="黑体" w:cs="黑体"/>
          <w:sz w:val="32"/>
          <w:szCs w:val="20"/>
          <w:lang w:eastAsia="zh-CN"/>
        </w:rPr>
      </w:pPr>
    </w:p>
    <w:p w14:paraId="64D4201C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eastAsia="zh-CN"/>
        </w:rPr>
      </w:pPr>
      <w:r>
        <w:rPr>
          <w:rFonts w:hint="eastAsia" w:ascii="黑体" w:hAnsi="黑体" w:eastAsia="黑体" w:cs="黑体"/>
          <w:sz w:val="32"/>
          <w:szCs w:val="20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创建</w:t>
      </w:r>
      <w:r>
        <w:rPr>
          <w:rFonts w:hint="eastAsia" w:ascii="黑体" w:hAnsi="黑体" w:eastAsia="黑体" w:cs="黑体"/>
          <w:sz w:val="32"/>
          <w:szCs w:val="20"/>
          <w:lang w:eastAsia="zh-CN"/>
        </w:rPr>
        <w:t>（依托）单位情况介绍</w:t>
      </w:r>
    </w:p>
    <w:p w14:paraId="39EBF2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（主要包括单位性质、工作职能、营业范围、机构沿革、组织架构、近三年主要科研攻关方向、科技服务成效、与科技特派员科技服务关联情况，在乡村振兴中发挥的主要作用）</w:t>
      </w:r>
    </w:p>
    <w:p w14:paraId="3AD72771">
      <w:pPr>
        <w:pStyle w:val="2"/>
        <w:rPr>
          <w:rFonts w:hint="eastAsia"/>
          <w:lang w:eastAsia="zh-CN"/>
        </w:rPr>
      </w:pPr>
    </w:p>
    <w:p w14:paraId="01CBFF91">
      <w:pPr>
        <w:numPr>
          <w:ilvl w:val="0"/>
          <w:numId w:val="0"/>
        </w:numPr>
        <w:suppressAutoHyphens/>
        <w:bidi w:val="0"/>
        <w:ind w:leftChars="0" w:firstLine="624" w:firstLineChars="200"/>
        <w:rPr>
          <w:rFonts w:hint="eastAsia" w:ascii="黑体" w:hAnsi="黑体" w:eastAsia="黑体" w:cs="黑体"/>
          <w:sz w:val="32"/>
          <w:szCs w:val="20"/>
          <w:lang w:eastAsia="zh-CN"/>
        </w:rPr>
      </w:pP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三、科技特派员</w:t>
      </w:r>
      <w:r>
        <w:rPr>
          <w:rFonts w:hint="eastAsia" w:ascii="黑体" w:hAnsi="黑体" w:eastAsia="黑体" w:cs="黑体"/>
          <w:sz w:val="32"/>
          <w:szCs w:val="20"/>
          <w:lang w:eastAsia="zh-CN"/>
        </w:rPr>
        <w:t>工作站</w:t>
      </w: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创建</w:t>
      </w:r>
      <w:r>
        <w:rPr>
          <w:rFonts w:hint="eastAsia" w:ascii="黑体" w:hAnsi="黑体" w:eastAsia="黑体" w:cs="黑体"/>
          <w:sz w:val="32"/>
          <w:szCs w:val="20"/>
          <w:lang w:eastAsia="zh-CN"/>
        </w:rPr>
        <w:t>基本情况</w:t>
      </w:r>
    </w:p>
    <w:p w14:paraId="75B21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1.包括现有工作基础（技术创新平台、创新创业平台、专家服务联系、科技综合服务能力）；</w:t>
      </w:r>
    </w:p>
    <w:p w14:paraId="7270A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2.工作条件（线上信息化服务平台、线下实体物理服务场地、创建单位工作站服务团队情况）；</w:t>
      </w:r>
    </w:p>
    <w:p w14:paraId="403DE1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3.专家团队入驻合作服务情况。</w:t>
      </w:r>
    </w:p>
    <w:p w14:paraId="4445FB60">
      <w:pPr>
        <w:numPr>
          <w:ilvl w:val="0"/>
          <w:numId w:val="0"/>
        </w:numPr>
        <w:suppressAutoHyphens/>
        <w:bidi w:val="0"/>
        <w:rPr>
          <w:rFonts w:hint="eastAsia" w:ascii="黑体" w:hAnsi="黑体" w:eastAsia="黑体" w:cs="黑体"/>
          <w:sz w:val="32"/>
          <w:szCs w:val="20"/>
          <w:lang w:eastAsia="zh-CN"/>
        </w:rPr>
      </w:pPr>
    </w:p>
    <w:p w14:paraId="4E7D1776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0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科技特派员工作站创建计划</w:t>
      </w:r>
    </w:p>
    <w:p w14:paraId="1929A7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1.工作站建设实施原则与目标；</w:t>
      </w:r>
    </w:p>
    <w:p w14:paraId="487765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2.工作站团队组建架构及合理化分工；</w:t>
      </w:r>
    </w:p>
    <w:p w14:paraId="0F568F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default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3.工作站年度工作计划及重点任务（主要包括产学研项目实施、开展新技术、新成果、新品种、新模式推广应用、人才培养培训、利益共同体建设、以星创天地为主的平台创建及升级、科技赋能乡村振兴创新型乡镇建设，为全镇带动与辐射效果等）；</w:t>
      </w:r>
    </w:p>
    <w:p w14:paraId="59A669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4.工作站模式凝练及特色亮点。</w:t>
      </w:r>
    </w:p>
    <w:p w14:paraId="563F95FF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val="en-US" w:eastAsia="zh-CN"/>
        </w:rPr>
      </w:pPr>
    </w:p>
    <w:p w14:paraId="71B22965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五、科技特派员工作站组织保障</w:t>
      </w:r>
    </w:p>
    <w:p w14:paraId="23605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1.科创（临时）党支部建设；</w:t>
      </w:r>
    </w:p>
    <w:p w14:paraId="224EC7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2.工作站管理办法（可提炼核心内容，详细内容可见附件）；</w:t>
      </w:r>
    </w:p>
    <w:p w14:paraId="619B2D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4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  <w:t>3.各级各部门科技特派员工作站支持政策。</w:t>
      </w:r>
    </w:p>
    <w:p w14:paraId="10B021D4">
      <w:pPr>
        <w:numPr>
          <w:ilvl w:val="0"/>
          <w:numId w:val="0"/>
        </w:numPr>
        <w:suppressAutoHyphens/>
        <w:bidi w:val="0"/>
        <w:ind w:firstLine="624" w:firstLineChars="200"/>
        <w:rPr>
          <w:rFonts w:hint="default" w:ascii="黑体" w:hAnsi="黑体" w:eastAsia="黑体" w:cs="黑体"/>
          <w:sz w:val="32"/>
          <w:szCs w:val="2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0"/>
          <w:vertAlign w:val="baseline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20"/>
          <w:vertAlign w:val="baseline"/>
          <w:lang w:eastAsia="zh-CN"/>
        </w:rPr>
        <w:t>绩效目标表</w:t>
      </w:r>
    </w:p>
    <w:tbl>
      <w:tblPr>
        <w:tblStyle w:val="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2156"/>
        <w:gridCol w:w="2131"/>
        <w:gridCol w:w="2131"/>
      </w:tblGrid>
      <w:tr w14:paraId="5D55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104" w:type="dxa"/>
            <w:vAlign w:val="center"/>
          </w:tcPr>
          <w:p w14:paraId="097A7BB6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科技特派员在站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  <w:p w14:paraId="0AF63ACD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（天数）</w:t>
            </w:r>
          </w:p>
        </w:tc>
        <w:tc>
          <w:tcPr>
            <w:tcW w:w="2156" w:type="dxa"/>
            <w:vAlign w:val="center"/>
          </w:tcPr>
          <w:p w14:paraId="0FA85893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17E4CB1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举办科技创新示范活动（场次）</w:t>
            </w:r>
          </w:p>
        </w:tc>
        <w:tc>
          <w:tcPr>
            <w:tcW w:w="2131" w:type="dxa"/>
            <w:vAlign w:val="center"/>
          </w:tcPr>
          <w:p w14:paraId="36CDB246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2E0DE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04" w:type="dxa"/>
            <w:vAlign w:val="center"/>
          </w:tcPr>
          <w:p w14:paraId="726E9512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培训（场次）</w:t>
            </w:r>
          </w:p>
        </w:tc>
        <w:tc>
          <w:tcPr>
            <w:tcW w:w="2156" w:type="dxa"/>
            <w:vAlign w:val="center"/>
          </w:tcPr>
          <w:p w14:paraId="59152335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28CBE462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发放资料（份）</w:t>
            </w:r>
          </w:p>
        </w:tc>
        <w:tc>
          <w:tcPr>
            <w:tcW w:w="2131" w:type="dxa"/>
            <w:vAlign w:val="center"/>
          </w:tcPr>
          <w:p w14:paraId="6356A00F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2D46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104" w:type="dxa"/>
            <w:vAlign w:val="center"/>
          </w:tcPr>
          <w:p w14:paraId="6D3D4C77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培训当地技术骨干（人）</w:t>
            </w:r>
          </w:p>
        </w:tc>
        <w:tc>
          <w:tcPr>
            <w:tcW w:w="2156" w:type="dxa"/>
            <w:vAlign w:val="center"/>
          </w:tcPr>
          <w:p w14:paraId="4D05BE66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FCB8568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培训农民（人次）</w:t>
            </w:r>
          </w:p>
        </w:tc>
        <w:tc>
          <w:tcPr>
            <w:tcW w:w="2131" w:type="dxa"/>
            <w:vAlign w:val="center"/>
          </w:tcPr>
          <w:p w14:paraId="683ACF3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56746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04" w:type="dxa"/>
            <w:vAlign w:val="center"/>
          </w:tcPr>
          <w:p w14:paraId="35BAF616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推广转化新成果（个）</w:t>
            </w:r>
          </w:p>
        </w:tc>
        <w:tc>
          <w:tcPr>
            <w:tcW w:w="2156" w:type="dxa"/>
            <w:vAlign w:val="center"/>
          </w:tcPr>
          <w:p w14:paraId="5F31333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71621BC7">
            <w:pPr>
              <w:suppressAutoHyphens/>
              <w:bidi w:val="0"/>
              <w:jc w:val="both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推广应用新品种（种）</w:t>
            </w:r>
          </w:p>
        </w:tc>
        <w:tc>
          <w:tcPr>
            <w:tcW w:w="2131" w:type="dxa"/>
            <w:vAlign w:val="center"/>
          </w:tcPr>
          <w:p w14:paraId="04A22637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20EF6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104" w:type="dxa"/>
            <w:vAlign w:val="center"/>
          </w:tcPr>
          <w:p w14:paraId="73CF0C3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引进推广新技术（项）</w:t>
            </w:r>
          </w:p>
        </w:tc>
        <w:tc>
          <w:tcPr>
            <w:tcW w:w="2156" w:type="dxa"/>
            <w:vAlign w:val="center"/>
          </w:tcPr>
          <w:p w14:paraId="5F69CDF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3493BB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推广实施新模式（个）</w:t>
            </w:r>
          </w:p>
        </w:tc>
        <w:tc>
          <w:tcPr>
            <w:tcW w:w="2131" w:type="dxa"/>
            <w:vAlign w:val="center"/>
          </w:tcPr>
          <w:p w14:paraId="7F4942BF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342D5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104" w:type="dxa"/>
            <w:vAlign w:val="center"/>
          </w:tcPr>
          <w:p w14:paraId="05F01142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解决技术问题（个）</w:t>
            </w:r>
          </w:p>
        </w:tc>
        <w:tc>
          <w:tcPr>
            <w:tcW w:w="2156" w:type="dxa"/>
            <w:vAlign w:val="center"/>
          </w:tcPr>
          <w:p w14:paraId="56F77BD8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B8CEA1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实施产学研项目（个）</w:t>
            </w:r>
          </w:p>
        </w:tc>
        <w:tc>
          <w:tcPr>
            <w:tcW w:w="2131" w:type="dxa"/>
            <w:vAlign w:val="center"/>
          </w:tcPr>
          <w:p w14:paraId="42599A54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1F2AB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04" w:type="dxa"/>
            <w:vAlign w:val="center"/>
          </w:tcPr>
          <w:p w14:paraId="04993CC5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收集技术需求（个）</w:t>
            </w:r>
          </w:p>
        </w:tc>
        <w:tc>
          <w:tcPr>
            <w:tcW w:w="2156" w:type="dxa"/>
            <w:vAlign w:val="center"/>
          </w:tcPr>
          <w:p w14:paraId="1C28E1B5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A68BB3F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带动行政村数（个）</w:t>
            </w:r>
          </w:p>
        </w:tc>
        <w:tc>
          <w:tcPr>
            <w:tcW w:w="2131" w:type="dxa"/>
            <w:vAlign w:val="center"/>
          </w:tcPr>
          <w:p w14:paraId="6FE864F9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33A5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04" w:type="dxa"/>
            <w:vAlign w:val="center"/>
          </w:tcPr>
          <w:p w14:paraId="22F2A425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新增就业岗位（个）</w:t>
            </w:r>
          </w:p>
        </w:tc>
        <w:tc>
          <w:tcPr>
            <w:tcW w:w="2156" w:type="dxa"/>
            <w:vAlign w:val="center"/>
          </w:tcPr>
          <w:p w14:paraId="335D52A2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3785CB22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帮扶企业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（个）</w:t>
            </w:r>
          </w:p>
        </w:tc>
        <w:tc>
          <w:tcPr>
            <w:tcW w:w="2131" w:type="dxa"/>
            <w:vAlign w:val="center"/>
          </w:tcPr>
          <w:p w14:paraId="62E57D8F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1B00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104" w:type="dxa"/>
            <w:vAlign w:val="center"/>
          </w:tcPr>
          <w:p w14:paraId="4DE4AD5B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带动农户数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（户）</w:t>
            </w:r>
          </w:p>
        </w:tc>
        <w:tc>
          <w:tcPr>
            <w:tcW w:w="2156" w:type="dxa"/>
            <w:vAlign w:val="center"/>
          </w:tcPr>
          <w:p w14:paraId="62ABB2B0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2AB2B95D">
            <w:pPr>
              <w:suppressAutoHyphens/>
              <w:bidi w:val="0"/>
              <w:jc w:val="both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带动本地增收（万元）</w:t>
            </w:r>
          </w:p>
        </w:tc>
        <w:tc>
          <w:tcPr>
            <w:tcW w:w="2131" w:type="dxa"/>
            <w:vAlign w:val="center"/>
          </w:tcPr>
          <w:p w14:paraId="3D12E708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  <w:tr w14:paraId="4065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104" w:type="dxa"/>
            <w:vAlign w:val="center"/>
          </w:tcPr>
          <w:p w14:paraId="09F30BF6">
            <w:pPr>
              <w:suppressAutoHyphens/>
              <w:bidi w:val="0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协同完善升级平台数量（个）</w:t>
            </w:r>
          </w:p>
        </w:tc>
        <w:tc>
          <w:tcPr>
            <w:tcW w:w="2156" w:type="dxa"/>
            <w:vAlign w:val="center"/>
          </w:tcPr>
          <w:p w14:paraId="2F73C600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FD29FCF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创办、领办、协办经营</w:t>
            </w:r>
          </w:p>
          <w:p w14:paraId="3FA31B5D">
            <w:pPr>
              <w:suppressAutoHyphens/>
              <w:bidi w:val="0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主体数量（个）</w:t>
            </w:r>
          </w:p>
        </w:tc>
        <w:tc>
          <w:tcPr>
            <w:tcW w:w="2131" w:type="dxa"/>
            <w:vAlign w:val="center"/>
          </w:tcPr>
          <w:p w14:paraId="68A1F02E">
            <w:pPr>
              <w:suppressAutoHyphens/>
              <w:bidi w:val="0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</w:tr>
    </w:tbl>
    <w:p w14:paraId="6D6779ED">
      <w:pPr>
        <w:suppressAutoHyphens/>
        <w:bidi w:val="0"/>
        <w:ind w:firstLine="344" w:firstLineChars="200"/>
        <w:jc w:val="left"/>
        <w:rPr>
          <w:rFonts w:hint="default" w:ascii="仿宋" w:hAnsi="仿宋" w:eastAsia="仿宋" w:cs="仿宋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>备注：绩效考核目标以1年度为计算。</w:t>
      </w:r>
    </w:p>
    <w:p w14:paraId="04EE89B9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eastAsia="zh-CN"/>
        </w:rPr>
      </w:pPr>
    </w:p>
    <w:p w14:paraId="3E2E2ABB">
      <w:pPr>
        <w:numPr>
          <w:ilvl w:val="0"/>
          <w:numId w:val="0"/>
        </w:numPr>
        <w:suppressAutoHyphens/>
        <w:bidi w:val="0"/>
        <w:ind w:firstLine="624" w:firstLineChars="200"/>
        <w:rPr>
          <w:rFonts w:hint="eastAsia" w:ascii="黑体" w:hAnsi="黑体" w:eastAsia="黑体" w:cs="黑体"/>
          <w:sz w:val="32"/>
          <w:szCs w:val="20"/>
          <w:lang w:eastAsia="zh-CN"/>
        </w:rPr>
      </w:pPr>
      <w:r>
        <w:rPr>
          <w:rFonts w:hint="eastAsia" w:ascii="黑体" w:hAnsi="黑体" w:eastAsia="黑体" w:cs="黑体"/>
          <w:sz w:val="32"/>
          <w:szCs w:val="20"/>
          <w:lang w:eastAsia="zh-CN"/>
        </w:rPr>
        <w:t>七、创建（依托）单位承诺</w:t>
      </w:r>
    </w:p>
    <w:tbl>
      <w:tblPr>
        <w:tblStyle w:val="1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3E3EC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  <w:jc w:val="center"/>
        </w:trPr>
        <w:tc>
          <w:tcPr>
            <w:tcW w:w="9180" w:type="dxa"/>
            <w:vAlign w:val="center"/>
          </w:tcPr>
          <w:p w14:paraId="156C7DB1">
            <w:pPr>
              <w:suppressAutoHyphens/>
              <w:bidi w:val="0"/>
              <w:adjustRightInd w:val="0"/>
              <w:snapToGrid w:val="0"/>
              <w:spacing w:line="560" w:lineRule="exact"/>
              <w:ind w:firstLine="544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本单位承诺，所提交的申报材料均真实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客观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有效，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绝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无虚报隐瞒，本单位对申报材料的真实性承担相应法律责任。</w:t>
            </w:r>
          </w:p>
          <w:p w14:paraId="18773922">
            <w:pPr>
              <w:suppressAutoHyphens/>
              <w:bidi w:val="0"/>
              <w:adjustRightInd w:val="0"/>
              <w:snapToGrid w:val="0"/>
              <w:spacing w:before="286" w:beforeLines="50" w:line="560" w:lineRule="exact"/>
              <w:ind w:firstLine="544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单位负责人（签字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单位：（盖章）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      </w:t>
            </w:r>
          </w:p>
          <w:p w14:paraId="7DC18D8D">
            <w:pPr>
              <w:suppressAutoHyphens/>
              <w:bidi w:val="0"/>
              <w:adjustRightInd w:val="0"/>
              <w:snapToGrid w:val="0"/>
              <w:spacing w:line="560" w:lineRule="exact"/>
              <w:ind w:firstLine="544" w:firstLineChars="200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 w14:paraId="552D50C1">
      <w:pPr>
        <w:numPr>
          <w:ilvl w:val="0"/>
          <w:numId w:val="0"/>
        </w:numPr>
        <w:suppressAutoHyphens/>
        <w:bidi w:val="0"/>
        <w:ind w:leftChars="0" w:firstLine="624" w:firstLineChars="200"/>
        <w:rPr>
          <w:rFonts w:hint="eastAsia" w:ascii="黑体" w:hAnsi="黑体" w:eastAsia="黑体" w:cs="黑体"/>
          <w:sz w:val="32"/>
          <w:szCs w:val="20"/>
          <w:lang w:val="en-US" w:eastAsia="zh-CN"/>
        </w:rPr>
      </w:pPr>
    </w:p>
    <w:p w14:paraId="14D99B6A">
      <w:pPr>
        <w:numPr>
          <w:ilvl w:val="0"/>
          <w:numId w:val="0"/>
        </w:numPr>
        <w:suppressAutoHyphens/>
        <w:bidi w:val="0"/>
        <w:ind w:leftChars="0" w:firstLine="624" w:firstLineChars="200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0"/>
          <w:lang w:val="en-US" w:eastAsia="zh-CN"/>
        </w:rPr>
        <w:t>八、其他与创建申报有关附件材料</w:t>
      </w:r>
      <w:bookmarkStart w:id="0" w:name="_GoBack"/>
      <w:bookmarkEnd w:id="0"/>
    </w:p>
    <w:sectPr>
      <w:footerReference r:id="rId3" w:type="default"/>
      <w:footerReference r:id="rId4" w:type="even"/>
      <w:pgSz w:w="11907" w:h="16839"/>
      <w:pgMar w:top="2098" w:right="1474" w:bottom="1985" w:left="1588" w:header="851" w:footer="1361" w:gutter="0"/>
      <w:cols w:space="720" w:num="1"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4BDBA">
    <w:pPr>
      <w:pStyle w:val="12"/>
      <w:tabs>
        <w:tab w:val="clear" w:pos="4153"/>
        <w:tab w:val="clear" w:pos="8306"/>
      </w:tabs>
      <w:ind w:left="350" w:right="360"/>
      <w:jc w:val="right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3</w:t>
    </w:r>
    <w:r>
      <w:fldChar w:fldCharType="end"/>
    </w:r>
    <w:r>
      <w:rPr>
        <w:rStyle w:val="18"/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D599">
    <w:pPr>
      <w:pStyle w:val="12"/>
      <w:tabs>
        <w:tab w:val="clear" w:pos="4153"/>
        <w:tab w:val="clear" w:pos="8306"/>
      </w:tabs>
      <w:ind w:left="350" w:right="360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2</w:t>
    </w:r>
    <w:r>
      <w:fldChar w:fldCharType="end"/>
    </w:r>
    <w:r>
      <w:rPr>
        <w:rStyle w:val="18"/>
        <w:rFonts w:hint="eastAsia"/>
      </w:rPr>
      <w:t>－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3B61C4"/>
    <w:multiLevelType w:val="singleLevel"/>
    <w:tmpl w:val="FC3B61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1"/>
  <w:drawingGridVerticalSpacing w:val="57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172A27"/>
    <w:rsid w:val="00011EF2"/>
    <w:rsid w:val="0001204C"/>
    <w:rsid w:val="00022EE5"/>
    <w:rsid w:val="00025F1D"/>
    <w:rsid w:val="000356DF"/>
    <w:rsid w:val="000600F9"/>
    <w:rsid w:val="000601EA"/>
    <w:rsid w:val="000614E1"/>
    <w:rsid w:val="000627FA"/>
    <w:rsid w:val="00067EA1"/>
    <w:rsid w:val="000766A6"/>
    <w:rsid w:val="0008161A"/>
    <w:rsid w:val="00087CE4"/>
    <w:rsid w:val="00090D38"/>
    <w:rsid w:val="00097A86"/>
    <w:rsid w:val="000A0AFD"/>
    <w:rsid w:val="000B634B"/>
    <w:rsid w:val="000B77AC"/>
    <w:rsid w:val="000C53C9"/>
    <w:rsid w:val="000D514B"/>
    <w:rsid w:val="000E580F"/>
    <w:rsid w:val="000F03F8"/>
    <w:rsid w:val="000F4489"/>
    <w:rsid w:val="000F48FD"/>
    <w:rsid w:val="0010631D"/>
    <w:rsid w:val="00116EDA"/>
    <w:rsid w:val="00133429"/>
    <w:rsid w:val="00134642"/>
    <w:rsid w:val="001375C6"/>
    <w:rsid w:val="00140737"/>
    <w:rsid w:val="00141CB4"/>
    <w:rsid w:val="00147772"/>
    <w:rsid w:val="001656DE"/>
    <w:rsid w:val="00173173"/>
    <w:rsid w:val="001763B0"/>
    <w:rsid w:val="001A4C80"/>
    <w:rsid w:val="001B6268"/>
    <w:rsid w:val="001C7BEA"/>
    <w:rsid w:val="001E0FA5"/>
    <w:rsid w:val="001E5517"/>
    <w:rsid w:val="001F7D72"/>
    <w:rsid w:val="00206F3F"/>
    <w:rsid w:val="00217E03"/>
    <w:rsid w:val="00242AF3"/>
    <w:rsid w:val="00256925"/>
    <w:rsid w:val="00260022"/>
    <w:rsid w:val="002660C5"/>
    <w:rsid w:val="002730E8"/>
    <w:rsid w:val="0027793B"/>
    <w:rsid w:val="00290392"/>
    <w:rsid w:val="002A064A"/>
    <w:rsid w:val="002A4BC8"/>
    <w:rsid w:val="002B54A9"/>
    <w:rsid w:val="002B633F"/>
    <w:rsid w:val="002C33D0"/>
    <w:rsid w:val="003023B8"/>
    <w:rsid w:val="00305A64"/>
    <w:rsid w:val="00314E51"/>
    <w:rsid w:val="003151EF"/>
    <w:rsid w:val="00323DA0"/>
    <w:rsid w:val="00347E53"/>
    <w:rsid w:val="003528BB"/>
    <w:rsid w:val="0036474D"/>
    <w:rsid w:val="00365CF7"/>
    <w:rsid w:val="003817A6"/>
    <w:rsid w:val="003958D7"/>
    <w:rsid w:val="003A33DD"/>
    <w:rsid w:val="003A3BF7"/>
    <w:rsid w:val="003B3556"/>
    <w:rsid w:val="003B41A1"/>
    <w:rsid w:val="003B74DD"/>
    <w:rsid w:val="003C03FB"/>
    <w:rsid w:val="003C3317"/>
    <w:rsid w:val="003D4924"/>
    <w:rsid w:val="003D5C9E"/>
    <w:rsid w:val="003D6D61"/>
    <w:rsid w:val="003E0DB8"/>
    <w:rsid w:val="003E7466"/>
    <w:rsid w:val="003F39C5"/>
    <w:rsid w:val="003F433A"/>
    <w:rsid w:val="003F492A"/>
    <w:rsid w:val="003F6EBB"/>
    <w:rsid w:val="00402DDD"/>
    <w:rsid w:val="00403829"/>
    <w:rsid w:val="00442191"/>
    <w:rsid w:val="00444EB4"/>
    <w:rsid w:val="004512DC"/>
    <w:rsid w:val="00451345"/>
    <w:rsid w:val="00453F22"/>
    <w:rsid w:val="00471AD2"/>
    <w:rsid w:val="00472D8F"/>
    <w:rsid w:val="00476BBA"/>
    <w:rsid w:val="00494D83"/>
    <w:rsid w:val="004B001C"/>
    <w:rsid w:val="004B0848"/>
    <w:rsid w:val="004B365D"/>
    <w:rsid w:val="004B47B3"/>
    <w:rsid w:val="004B6CF0"/>
    <w:rsid w:val="004E3E8A"/>
    <w:rsid w:val="004F0B16"/>
    <w:rsid w:val="004F5501"/>
    <w:rsid w:val="005024C8"/>
    <w:rsid w:val="005107DB"/>
    <w:rsid w:val="00513583"/>
    <w:rsid w:val="005148EB"/>
    <w:rsid w:val="00524AA7"/>
    <w:rsid w:val="00536FFB"/>
    <w:rsid w:val="00547B1D"/>
    <w:rsid w:val="005531CF"/>
    <w:rsid w:val="005654F6"/>
    <w:rsid w:val="0057178A"/>
    <w:rsid w:val="005A24BA"/>
    <w:rsid w:val="005A752D"/>
    <w:rsid w:val="005B3E90"/>
    <w:rsid w:val="005B4B7C"/>
    <w:rsid w:val="005B5A0C"/>
    <w:rsid w:val="005C431D"/>
    <w:rsid w:val="005C51B2"/>
    <w:rsid w:val="005D6236"/>
    <w:rsid w:val="005E148E"/>
    <w:rsid w:val="005E243A"/>
    <w:rsid w:val="005F047D"/>
    <w:rsid w:val="005F05FE"/>
    <w:rsid w:val="005F0F8A"/>
    <w:rsid w:val="00605D5C"/>
    <w:rsid w:val="00621730"/>
    <w:rsid w:val="0063356B"/>
    <w:rsid w:val="00635471"/>
    <w:rsid w:val="00635D88"/>
    <w:rsid w:val="00642D61"/>
    <w:rsid w:val="00646102"/>
    <w:rsid w:val="006461AD"/>
    <w:rsid w:val="006477D7"/>
    <w:rsid w:val="006510BA"/>
    <w:rsid w:val="0065232C"/>
    <w:rsid w:val="006738C7"/>
    <w:rsid w:val="0068068A"/>
    <w:rsid w:val="006819E0"/>
    <w:rsid w:val="00687EBE"/>
    <w:rsid w:val="006A400A"/>
    <w:rsid w:val="006A795F"/>
    <w:rsid w:val="006B3814"/>
    <w:rsid w:val="006B539A"/>
    <w:rsid w:val="006B69BC"/>
    <w:rsid w:val="006C6BC6"/>
    <w:rsid w:val="006C741D"/>
    <w:rsid w:val="006E10B5"/>
    <w:rsid w:val="006E3D0B"/>
    <w:rsid w:val="006E5B23"/>
    <w:rsid w:val="006E5C3B"/>
    <w:rsid w:val="006E5F7E"/>
    <w:rsid w:val="006F56CB"/>
    <w:rsid w:val="00712F90"/>
    <w:rsid w:val="00720574"/>
    <w:rsid w:val="00720A58"/>
    <w:rsid w:val="00735695"/>
    <w:rsid w:val="0074064F"/>
    <w:rsid w:val="00745E3C"/>
    <w:rsid w:val="0075161D"/>
    <w:rsid w:val="00790743"/>
    <w:rsid w:val="00791AB7"/>
    <w:rsid w:val="00793A97"/>
    <w:rsid w:val="007948BB"/>
    <w:rsid w:val="00794A2F"/>
    <w:rsid w:val="00797C36"/>
    <w:rsid w:val="007A0A5A"/>
    <w:rsid w:val="007A1B42"/>
    <w:rsid w:val="007A6909"/>
    <w:rsid w:val="007B51B7"/>
    <w:rsid w:val="007C1EAA"/>
    <w:rsid w:val="007E3E16"/>
    <w:rsid w:val="007F0FAC"/>
    <w:rsid w:val="007F6077"/>
    <w:rsid w:val="008026CA"/>
    <w:rsid w:val="008119B3"/>
    <w:rsid w:val="00811F73"/>
    <w:rsid w:val="00814E51"/>
    <w:rsid w:val="008200EE"/>
    <w:rsid w:val="00832EA6"/>
    <w:rsid w:val="00860EE9"/>
    <w:rsid w:val="00867088"/>
    <w:rsid w:val="008704BC"/>
    <w:rsid w:val="00884F21"/>
    <w:rsid w:val="00890F6A"/>
    <w:rsid w:val="008B157B"/>
    <w:rsid w:val="008B467E"/>
    <w:rsid w:val="008B5D88"/>
    <w:rsid w:val="008B6CE2"/>
    <w:rsid w:val="00900A5B"/>
    <w:rsid w:val="00911B73"/>
    <w:rsid w:val="00917546"/>
    <w:rsid w:val="009374E1"/>
    <w:rsid w:val="00941ACA"/>
    <w:rsid w:val="00951C38"/>
    <w:rsid w:val="009568BE"/>
    <w:rsid w:val="009620A7"/>
    <w:rsid w:val="00966805"/>
    <w:rsid w:val="009764B6"/>
    <w:rsid w:val="00980B09"/>
    <w:rsid w:val="00982353"/>
    <w:rsid w:val="00990B37"/>
    <w:rsid w:val="00991CC5"/>
    <w:rsid w:val="009946AC"/>
    <w:rsid w:val="009979ED"/>
    <w:rsid w:val="009B6418"/>
    <w:rsid w:val="009E0CDF"/>
    <w:rsid w:val="009E248F"/>
    <w:rsid w:val="00A055A9"/>
    <w:rsid w:val="00A12698"/>
    <w:rsid w:val="00A232DB"/>
    <w:rsid w:val="00A338B2"/>
    <w:rsid w:val="00A42E51"/>
    <w:rsid w:val="00A4789F"/>
    <w:rsid w:val="00A512EC"/>
    <w:rsid w:val="00A5355C"/>
    <w:rsid w:val="00A73D31"/>
    <w:rsid w:val="00A74A1C"/>
    <w:rsid w:val="00A7576C"/>
    <w:rsid w:val="00A7726F"/>
    <w:rsid w:val="00A77410"/>
    <w:rsid w:val="00A9122D"/>
    <w:rsid w:val="00A92CEC"/>
    <w:rsid w:val="00A97F31"/>
    <w:rsid w:val="00AA1D50"/>
    <w:rsid w:val="00AA4B95"/>
    <w:rsid w:val="00AB6664"/>
    <w:rsid w:val="00AB77A6"/>
    <w:rsid w:val="00AE2F58"/>
    <w:rsid w:val="00AE643B"/>
    <w:rsid w:val="00AF6A94"/>
    <w:rsid w:val="00B00AB5"/>
    <w:rsid w:val="00B04B41"/>
    <w:rsid w:val="00B11725"/>
    <w:rsid w:val="00B144F8"/>
    <w:rsid w:val="00B1496A"/>
    <w:rsid w:val="00B27875"/>
    <w:rsid w:val="00B412E5"/>
    <w:rsid w:val="00B64A67"/>
    <w:rsid w:val="00B657EA"/>
    <w:rsid w:val="00B72E51"/>
    <w:rsid w:val="00B76E1C"/>
    <w:rsid w:val="00B80FBF"/>
    <w:rsid w:val="00B96B3E"/>
    <w:rsid w:val="00BD6585"/>
    <w:rsid w:val="00BF116F"/>
    <w:rsid w:val="00C02B9B"/>
    <w:rsid w:val="00C0315E"/>
    <w:rsid w:val="00C041EE"/>
    <w:rsid w:val="00C1013D"/>
    <w:rsid w:val="00C14D00"/>
    <w:rsid w:val="00C215DE"/>
    <w:rsid w:val="00C34638"/>
    <w:rsid w:val="00C45E06"/>
    <w:rsid w:val="00C60A45"/>
    <w:rsid w:val="00C67D51"/>
    <w:rsid w:val="00C720BD"/>
    <w:rsid w:val="00C9407C"/>
    <w:rsid w:val="00C94AD7"/>
    <w:rsid w:val="00C97060"/>
    <w:rsid w:val="00CB2272"/>
    <w:rsid w:val="00CD34AE"/>
    <w:rsid w:val="00CE12A5"/>
    <w:rsid w:val="00CE72A0"/>
    <w:rsid w:val="00CF0E16"/>
    <w:rsid w:val="00CF22EA"/>
    <w:rsid w:val="00CF5EA9"/>
    <w:rsid w:val="00D0279F"/>
    <w:rsid w:val="00D069CB"/>
    <w:rsid w:val="00D06B71"/>
    <w:rsid w:val="00D06F03"/>
    <w:rsid w:val="00D113EE"/>
    <w:rsid w:val="00D14DBB"/>
    <w:rsid w:val="00D20903"/>
    <w:rsid w:val="00D35CB1"/>
    <w:rsid w:val="00D40CDA"/>
    <w:rsid w:val="00D44311"/>
    <w:rsid w:val="00D5797D"/>
    <w:rsid w:val="00D702CA"/>
    <w:rsid w:val="00D7039E"/>
    <w:rsid w:val="00D7741A"/>
    <w:rsid w:val="00D839D7"/>
    <w:rsid w:val="00DA5D46"/>
    <w:rsid w:val="00DB0D72"/>
    <w:rsid w:val="00DB50EE"/>
    <w:rsid w:val="00DC242C"/>
    <w:rsid w:val="00DC28FC"/>
    <w:rsid w:val="00DD6077"/>
    <w:rsid w:val="00DE57B9"/>
    <w:rsid w:val="00DE57C9"/>
    <w:rsid w:val="00DE5F90"/>
    <w:rsid w:val="00DE753E"/>
    <w:rsid w:val="00E015A8"/>
    <w:rsid w:val="00E029BF"/>
    <w:rsid w:val="00E02DBE"/>
    <w:rsid w:val="00E05B28"/>
    <w:rsid w:val="00E05EF2"/>
    <w:rsid w:val="00E16568"/>
    <w:rsid w:val="00E20DAF"/>
    <w:rsid w:val="00E2575B"/>
    <w:rsid w:val="00E32AC2"/>
    <w:rsid w:val="00E54EC1"/>
    <w:rsid w:val="00E70E46"/>
    <w:rsid w:val="00E814D3"/>
    <w:rsid w:val="00E820A3"/>
    <w:rsid w:val="00E82129"/>
    <w:rsid w:val="00E9143D"/>
    <w:rsid w:val="00E91D9D"/>
    <w:rsid w:val="00E91FB8"/>
    <w:rsid w:val="00E94480"/>
    <w:rsid w:val="00E97A5B"/>
    <w:rsid w:val="00EA10B1"/>
    <w:rsid w:val="00EA53D2"/>
    <w:rsid w:val="00EB32AF"/>
    <w:rsid w:val="00EC0AC9"/>
    <w:rsid w:val="00EC1142"/>
    <w:rsid w:val="00EC43E0"/>
    <w:rsid w:val="00EC4679"/>
    <w:rsid w:val="00ED1A80"/>
    <w:rsid w:val="00EE5559"/>
    <w:rsid w:val="00EF475A"/>
    <w:rsid w:val="00F10644"/>
    <w:rsid w:val="00F1290D"/>
    <w:rsid w:val="00F12A4B"/>
    <w:rsid w:val="00F318C4"/>
    <w:rsid w:val="00F33784"/>
    <w:rsid w:val="00F37431"/>
    <w:rsid w:val="00F55870"/>
    <w:rsid w:val="00F6280E"/>
    <w:rsid w:val="00F700B8"/>
    <w:rsid w:val="00F845C1"/>
    <w:rsid w:val="00F86BC9"/>
    <w:rsid w:val="00F910BA"/>
    <w:rsid w:val="00F94021"/>
    <w:rsid w:val="00F94D75"/>
    <w:rsid w:val="00F953D7"/>
    <w:rsid w:val="00FA0A74"/>
    <w:rsid w:val="00FA1551"/>
    <w:rsid w:val="00FB0634"/>
    <w:rsid w:val="00FB5C85"/>
    <w:rsid w:val="00FB74F0"/>
    <w:rsid w:val="00FC0958"/>
    <w:rsid w:val="00FC357A"/>
    <w:rsid w:val="00FD3546"/>
    <w:rsid w:val="00FD37BF"/>
    <w:rsid w:val="00FD43B5"/>
    <w:rsid w:val="00FD6E9B"/>
    <w:rsid w:val="00FE57C6"/>
    <w:rsid w:val="00FF6F1C"/>
    <w:rsid w:val="043F6492"/>
    <w:rsid w:val="04D03803"/>
    <w:rsid w:val="07534192"/>
    <w:rsid w:val="084C4A9E"/>
    <w:rsid w:val="0A710930"/>
    <w:rsid w:val="0AE572A2"/>
    <w:rsid w:val="0CC75FCB"/>
    <w:rsid w:val="0FD61CDB"/>
    <w:rsid w:val="113050A3"/>
    <w:rsid w:val="11AB0D6D"/>
    <w:rsid w:val="137E1789"/>
    <w:rsid w:val="141D02E0"/>
    <w:rsid w:val="1495114A"/>
    <w:rsid w:val="1A254E91"/>
    <w:rsid w:val="1C890801"/>
    <w:rsid w:val="1D7E49AC"/>
    <w:rsid w:val="1E0F356D"/>
    <w:rsid w:val="1F916D2F"/>
    <w:rsid w:val="22BD7926"/>
    <w:rsid w:val="26261BCF"/>
    <w:rsid w:val="2824525F"/>
    <w:rsid w:val="2AE72120"/>
    <w:rsid w:val="2CE341B5"/>
    <w:rsid w:val="33E30779"/>
    <w:rsid w:val="349A34DB"/>
    <w:rsid w:val="39FC5E6E"/>
    <w:rsid w:val="3A1249E5"/>
    <w:rsid w:val="3AA76136"/>
    <w:rsid w:val="3BCB1DCB"/>
    <w:rsid w:val="3D903889"/>
    <w:rsid w:val="3FBD5B42"/>
    <w:rsid w:val="43355F63"/>
    <w:rsid w:val="4357031E"/>
    <w:rsid w:val="44A57770"/>
    <w:rsid w:val="49A41502"/>
    <w:rsid w:val="4D115DD2"/>
    <w:rsid w:val="50A32A1C"/>
    <w:rsid w:val="515561C1"/>
    <w:rsid w:val="51A650B5"/>
    <w:rsid w:val="521A55D7"/>
    <w:rsid w:val="55506E70"/>
    <w:rsid w:val="599C3BB9"/>
    <w:rsid w:val="5A1631D9"/>
    <w:rsid w:val="693862AF"/>
    <w:rsid w:val="6A936D28"/>
    <w:rsid w:val="6D5C325E"/>
    <w:rsid w:val="718C7602"/>
    <w:rsid w:val="75B51C8A"/>
    <w:rsid w:val="77F96D63"/>
    <w:rsid w:val="7AC5017B"/>
    <w:rsid w:val="7F675A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</w:rPr>
  </w:style>
  <w:style w:type="paragraph" w:styleId="7">
    <w:name w:val="heading 3"/>
    <w:basedOn w:val="1"/>
    <w:next w:val="8"/>
    <w:qFormat/>
    <w:uiPriority w:val="0"/>
    <w:pPr>
      <w:keepNext/>
      <w:keepLines/>
      <w:spacing w:before="1000" w:beforeLines="0" w:after="400" w:afterLines="0"/>
      <w:jc w:val="center"/>
      <w:outlineLvl w:val="2"/>
    </w:pPr>
    <w:rPr>
      <w:rFonts w:ascii="公文小标宋简" w:eastAsia="公文小标宋简"/>
      <w:sz w:val="44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basedOn w:val="3"/>
    <w:next w:val="1"/>
    <w:qFormat/>
    <w:uiPriority w:val="0"/>
    <w:pPr>
      <w:ind w:firstLine="200" w:firstLineChars="200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eastAsia="楷体_GB2312"/>
      <w:kern w:val="44"/>
      <w:sz w:val="28"/>
    </w:rPr>
  </w:style>
  <w:style w:type="paragraph" w:styleId="8">
    <w:name w:val="Normal Indent"/>
    <w:basedOn w:val="1"/>
    <w:qFormat/>
    <w:uiPriority w:val="0"/>
    <w:pPr>
      <w:ind w:firstLine="630"/>
    </w:pPr>
    <w:rPr>
      <w:kern w:val="0"/>
    </w:rPr>
  </w:style>
  <w:style w:type="paragraph" w:styleId="9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10">
    <w:name w:val="Date"/>
    <w:basedOn w:val="1"/>
    <w:next w:val="1"/>
    <w:qFormat/>
    <w:uiPriority w:val="0"/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0"/>
    <w:rPr>
      <w:rFonts w:eastAsia="宋体"/>
      <w:sz w:val="28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样式2 Char"/>
    <w:link w:val="21"/>
    <w:qFormat/>
    <w:uiPriority w:val="0"/>
    <w:rPr>
      <w:rFonts w:ascii="文星仿宋" w:eastAsia="文星仿宋"/>
      <w:color w:val="000000"/>
      <w:sz w:val="18"/>
      <w:szCs w:val="18"/>
      <w:lang w:val="en-US" w:eastAsia="zh-CN" w:bidi="ar-SA"/>
    </w:rPr>
  </w:style>
  <w:style w:type="paragraph" w:customStyle="1" w:styleId="21">
    <w:name w:val="样式2"/>
    <w:link w:val="20"/>
    <w:qFormat/>
    <w:uiPriority w:val="0"/>
    <w:pPr>
      <w:ind w:firstLine="360"/>
    </w:pPr>
    <w:rPr>
      <w:rFonts w:ascii="文星仿宋" w:hAnsi="Times New Roman" w:eastAsia="文星仿宋" w:cs="Times New Roman"/>
      <w:color w:val="000000"/>
      <w:sz w:val="18"/>
      <w:szCs w:val="18"/>
      <w:lang w:val="en-US" w:eastAsia="zh-CN" w:bidi="ar-SA"/>
    </w:rPr>
  </w:style>
  <w:style w:type="character" w:customStyle="1" w:styleId="22">
    <w:name w:val="page number"/>
    <w:qFormat/>
    <w:uiPriority w:val="0"/>
    <w:rPr>
      <w:rFonts w:eastAsia="宋体"/>
      <w:sz w:val="28"/>
    </w:rPr>
  </w:style>
  <w:style w:type="paragraph" w:customStyle="1" w:styleId="23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4">
    <w:name w:val="主题词"/>
    <w:basedOn w:val="1"/>
    <w:qFormat/>
    <w:uiPriority w:val="0"/>
    <w:pPr>
      <w:ind w:left="1246" w:hanging="1246"/>
    </w:pPr>
    <w:rPr>
      <w:rFonts w:eastAsia="公文小标宋简"/>
    </w:rPr>
  </w:style>
  <w:style w:type="paragraph" w:customStyle="1" w:styleId="25">
    <w:name w:val="Char Char Char Char"/>
    <w:basedOn w:val="1"/>
    <w:next w:val="1"/>
    <w:qFormat/>
    <w:uiPriority w:val="0"/>
    <w:pPr>
      <w:tabs>
        <w:tab w:val="left" w:pos="360"/>
      </w:tabs>
      <w:spacing w:before="156" w:beforeLines="50" w:after="312" w:afterLines="100" w:line="360" w:lineRule="auto"/>
      <w:ind w:left="2210" w:hanging="748"/>
      <w:jc w:val="center"/>
    </w:pPr>
  </w:style>
  <w:style w:type="paragraph" w:customStyle="1" w:styleId="26">
    <w:name w:val="Normal Indent"/>
    <w:basedOn w:val="1"/>
    <w:qFormat/>
    <w:uiPriority w:val="0"/>
    <w:pPr>
      <w:ind w:firstLine="630"/>
    </w:pPr>
    <w:rPr>
      <w:kern w:val="0"/>
    </w:rPr>
  </w:style>
  <w:style w:type="paragraph" w:customStyle="1" w:styleId="27">
    <w:name w:val="Char"/>
    <w:basedOn w:val="1"/>
    <w:qFormat/>
    <w:uiPriority w:val="0"/>
  </w:style>
  <w:style w:type="paragraph" w:customStyle="1" w:styleId="2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29">
    <w:name w:val="附件"/>
    <w:basedOn w:val="1"/>
    <w:qFormat/>
    <w:uiPriority w:val="0"/>
    <w:pPr>
      <w:ind w:left="1638" w:hanging="1016"/>
    </w:pPr>
  </w:style>
  <w:style w:type="paragraph" w:customStyle="1" w:styleId="30">
    <w:name w:val="抄 送"/>
    <w:basedOn w:val="24"/>
    <w:qFormat/>
    <w:uiPriority w:val="0"/>
    <w:pPr>
      <w:ind w:left="0" w:firstLine="0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4066;&#31185;&#25216;&#23616;%20%20&#24179;&#34892;&#25991;1&#21495;-2010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市科技局  平行文1号-2010</Template>
  <Company>武汉市科学技术局</Company>
  <Pages>6</Pages>
  <Words>2529</Words>
  <Characters>2644</Characters>
  <Lines>9</Lines>
  <Paragraphs>2</Paragraphs>
  <TotalTime>9</TotalTime>
  <ScaleCrop>false</ScaleCrop>
  <LinksUpToDate>false</LinksUpToDate>
  <CharactersWithSpaces>2996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2020-09-03T07:14:00Z</dcterms:created>
  <dc:creator>李云龙</dc:creator>
  <cp:lastModifiedBy>Administrator</cp:lastModifiedBy>
  <cp:lastPrinted>2024-10-28T07:06:00Z</cp:lastPrinted>
  <dcterms:modified xsi:type="dcterms:W3CDTF">2024-10-29T02:41:38Z</dcterms:modified>
  <dc:title>市科技局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3D605C11317B4AAB8078BBE68B4D1F02_13</vt:lpwstr>
  </property>
</Properties>
</file>