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  <w:t>服务业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企业纳统统计数据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  <w:bookmarkStart w:id="0" w:name="_GoBack"/>
      <w:bookmarkEnd w:id="0"/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__________（单位名称）、企业代码______郑重承诺：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本单位已认真学习统计法律法规和《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统计报表制度》，知晓统计调查对象的法定义务、合法权益等相关内容，清楚本单位应当真实准确完整及时上报统计数据的法律责任。承诺按照《中华人民共和国统计法》要求和《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统计报表制度》规定，自主登录统计联网直报系统独立报送数据，并对上报数据的真实性负责。若有违法违规报送统计数据情况，自愿承担相应的法律责任及纳入统计失信企业名单等后果。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承诺单位（盖章）：</w:t>
      </w:r>
    </w:p>
    <w:p>
      <w:pPr>
        <w:spacing w:line="600" w:lineRule="exact"/>
        <w:ind w:firstLine="42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单位负责人（签字）：        统计负责人（签字）：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32D2D"/>
    <w:rsid w:val="1A563B28"/>
    <w:rsid w:val="27995F37"/>
    <w:rsid w:val="5D232D2D"/>
    <w:rsid w:val="65CA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255</Words>
  <Characters>269</Characters>
  <Lines>0</Lines>
  <Paragraphs>0</Paragraphs>
  <TotalTime>2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2022-09-26T11:02:00Z</dcterms:created>
  <dc:creator>静夜初篱</dc:creator>
  <cp:lastModifiedBy>孙雅婷</cp:lastModifiedBy>
  <cp:lastPrinted>2023-09-15T15:48:00Z</cp:lastPrinted>
  <dcterms:modified xsi:type="dcterms:W3CDTF">2024-05-24T08:59:08Z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08D7BF8A98A44626860B7AB299D52A14_13</vt:lpwstr>
  </property>
</Properties>
</file>